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D01E6" w:rsidRDefault="0071620A" w:rsidP="008D01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01E6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2FD4">
        <w:rPr>
          <w:rFonts w:ascii="Corbel" w:hAnsi="Corbel"/>
          <w:sz w:val="20"/>
          <w:szCs w:val="20"/>
        </w:rPr>
        <w:t>202</w:t>
      </w:r>
      <w:r w:rsidR="008D01E6">
        <w:rPr>
          <w:rFonts w:ascii="Corbel" w:hAnsi="Corbel"/>
          <w:sz w:val="20"/>
          <w:szCs w:val="20"/>
        </w:rPr>
        <w:t>4</w:t>
      </w:r>
      <w:r w:rsidR="00E91A49">
        <w:rPr>
          <w:rFonts w:ascii="Corbel" w:hAnsi="Corbel"/>
          <w:sz w:val="20"/>
          <w:szCs w:val="20"/>
        </w:rPr>
        <w:t>/202</w:t>
      </w:r>
      <w:r w:rsidR="008D01E6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2D3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F35931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A821C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821CE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A821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F35931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F359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D30EF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0EF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zęby, ciało, samokontrola, 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 xml:space="preserve">dotyczących  bezpiecznych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E91A49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A821CE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1A49" w:rsidRDefault="00E91A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bezpiecznych </w:t>
            </w: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F35931" w:rsidRDefault="0011591D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F35931">
            <w:pPr>
              <w:spacing w:after="0" w:line="240" w:lineRule="auto"/>
            </w:pPr>
            <w:r w:rsidRPr="00F35931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Filipiak E.,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35931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35931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Default="00AD7261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zdrowotna: podstawy teoretyczne, metodyka, praktyka, 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E9687B" w:rsidRDefault="00E9687B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F35931" w:rsidRDefault="00AD7261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proofErr w:type="spellStart"/>
            <w:r w:rsidRPr="00F35931">
              <w:rPr>
                <w:sz w:val="24"/>
                <w:szCs w:val="24"/>
              </w:rPr>
              <w:t>Woynarowska</w:t>
            </w:r>
            <w:proofErr w:type="spellEnd"/>
            <w:r w:rsidRPr="00F35931">
              <w:rPr>
                <w:sz w:val="24"/>
                <w:szCs w:val="24"/>
              </w:rPr>
              <w:t xml:space="preserve"> B., Kowalewska A., Izdebski Z., Komosińska K., Biomedyczne podstawy kształcenia i wychowania, PWN, Warszawa 2010.</w:t>
            </w:r>
          </w:p>
          <w:p w:rsidR="0083359A" w:rsidRPr="00F35931" w:rsidRDefault="0083359A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F35931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Default="00E26C39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F35931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35931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3A27C3" w:rsidRDefault="003A27C3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2C2282" w:rsidRDefault="002C2282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FC7" w:rsidRDefault="00F61FC7" w:rsidP="00C16ABF">
      <w:pPr>
        <w:spacing w:after="0" w:line="240" w:lineRule="auto"/>
      </w:pPr>
      <w:r>
        <w:separator/>
      </w:r>
    </w:p>
  </w:endnote>
  <w:endnote w:type="continuationSeparator" w:id="0">
    <w:p w:rsidR="00F61FC7" w:rsidRDefault="00F61F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FC7" w:rsidRDefault="00F61FC7" w:rsidP="00C16ABF">
      <w:pPr>
        <w:spacing w:after="0" w:line="240" w:lineRule="auto"/>
      </w:pPr>
      <w:r>
        <w:separator/>
      </w:r>
    </w:p>
  </w:footnote>
  <w:footnote w:type="continuationSeparator" w:id="0">
    <w:p w:rsidR="00F61FC7" w:rsidRDefault="00F61F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AF5308"/>
    <w:multiLevelType w:val="hybridMultilevel"/>
    <w:tmpl w:val="63B4544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673E7"/>
    <w:multiLevelType w:val="hybridMultilevel"/>
    <w:tmpl w:val="87600A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4C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0EF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2FD4"/>
    <w:rsid w:val="003343CF"/>
    <w:rsid w:val="00335623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EBD"/>
    <w:rsid w:val="0056696D"/>
    <w:rsid w:val="00573EF9"/>
    <w:rsid w:val="00582354"/>
    <w:rsid w:val="0059484D"/>
    <w:rsid w:val="005A0855"/>
    <w:rsid w:val="005A1E88"/>
    <w:rsid w:val="005A3196"/>
    <w:rsid w:val="005B2A35"/>
    <w:rsid w:val="005B2F0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1995"/>
    <w:rsid w:val="007F4155"/>
    <w:rsid w:val="007F715C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01E6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BCB"/>
    <w:rsid w:val="00A30110"/>
    <w:rsid w:val="00A36899"/>
    <w:rsid w:val="00A371F6"/>
    <w:rsid w:val="00A407A1"/>
    <w:rsid w:val="00A43BF6"/>
    <w:rsid w:val="00A53FA5"/>
    <w:rsid w:val="00A54817"/>
    <w:rsid w:val="00A601C8"/>
    <w:rsid w:val="00A60799"/>
    <w:rsid w:val="00A821CE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309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E5BAC"/>
    <w:rsid w:val="00CF25BE"/>
    <w:rsid w:val="00CF78ED"/>
    <w:rsid w:val="00D02B25"/>
    <w:rsid w:val="00D02EBA"/>
    <w:rsid w:val="00D0724A"/>
    <w:rsid w:val="00D16717"/>
    <w:rsid w:val="00D17C3C"/>
    <w:rsid w:val="00D26B2C"/>
    <w:rsid w:val="00D3331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51E44"/>
    <w:rsid w:val="00E578F4"/>
    <w:rsid w:val="00E63348"/>
    <w:rsid w:val="00E77874"/>
    <w:rsid w:val="00E77E88"/>
    <w:rsid w:val="00E8107D"/>
    <w:rsid w:val="00E83B01"/>
    <w:rsid w:val="00E91A49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35931"/>
    <w:rsid w:val="00F526AF"/>
    <w:rsid w:val="00F617C3"/>
    <w:rsid w:val="00F61FC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C976"/>
  <w15:docId w15:val="{7778EFAC-F5EA-4580-AE92-3A1C3416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0B2D7-B111-4133-84E8-7BDBC3FA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1</Pages>
  <Words>1352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2019-11-13T20:52:00Z</dcterms:created>
  <dcterms:modified xsi:type="dcterms:W3CDTF">2022-03-14T12:03:00Z</dcterms:modified>
</cp:coreProperties>
</file>